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50" w:rsidRDefault="00D87150" w:rsidP="002E5D0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ДОКЛАД</w:t>
      </w:r>
    </w:p>
    <w:p w:rsidR="00D87150" w:rsidRDefault="00D87150">
      <w:pPr>
        <w:rPr>
          <w:sz w:val="28"/>
          <w:szCs w:val="28"/>
        </w:rPr>
      </w:pPr>
    </w:p>
    <w:p w:rsidR="00D87150" w:rsidRDefault="00D87150">
      <w:pPr>
        <w:rPr>
          <w:sz w:val="28"/>
          <w:szCs w:val="28"/>
        </w:rPr>
      </w:pPr>
      <w:r>
        <w:rPr>
          <w:sz w:val="28"/>
          <w:szCs w:val="28"/>
        </w:rPr>
        <w:t>Полойский  Дом  культуры   был  введен  в эксплуатацию   12 октября 1980 года. Вот уже 38 лет  Дом  культуры  занимает одно  из  ведущих  мест  в учреждениях  культуры Краснозерского  района .  На  протяжении  этих  лет работы  коллектив Дома  культуры  добивается  хороших  показателей  в работе , все  работники  имеют  специальное  образование , повышают  свой  профессиональный  и образовательный  уровень  на  курсах  повышения квалификации , семинарах, проходят  стажировки, один раз в 5 лет проходят аттестацию. В Доме  культуры  работают  6 творческих специалистов. Директор КДЦ –Болдырев П.Ф- имеет Высшее профессиональное образование по культуре , хормейстер Народного хора  Дома  культуры Болдырева Екатерина Ивановна  награждена Знаком  Министерства культуры  России « За  достижения  в культуре».</w:t>
      </w:r>
    </w:p>
    <w:p w:rsidR="00D87150" w:rsidRDefault="00D87150">
      <w:pPr>
        <w:rPr>
          <w:sz w:val="28"/>
          <w:szCs w:val="28"/>
        </w:rPr>
      </w:pPr>
      <w:r>
        <w:rPr>
          <w:sz w:val="28"/>
          <w:szCs w:val="28"/>
        </w:rPr>
        <w:t>В 2004 году  в учреждениях  культуры района  прошла  реорганизация . Все  учреждения  культуры  получили  статус  юридического  лица , изменилось  и наименование нашего  учреждения  кул –Муниципальное казенное учреждение культуры« Полойский  культурно-досуговый  центр .                                        В Доме культуры создано 22 клубных  формирования ,в которых  занимаются 179 человек , для  детей  созданы  и работают 11 коллективов  - 98 ребятишек  с удовольствием  посещают   занятия, работают  любительские  объединения  и клубы  по  интересам  для  молодежи, подростков , людей  старшего  поколения , спортивные  секции  и кружки.</w:t>
      </w:r>
    </w:p>
    <w:p w:rsidR="00D87150" w:rsidRDefault="00D87150">
      <w:pPr>
        <w:rPr>
          <w:sz w:val="28"/>
          <w:szCs w:val="28"/>
        </w:rPr>
      </w:pPr>
      <w:r>
        <w:rPr>
          <w:sz w:val="28"/>
          <w:szCs w:val="28"/>
        </w:rPr>
        <w:t>Творческие  коллективы  Дома  культуры -  постоянные  участники Областных, Межрегиональных  фестивалей  и конкурсов . Это пилотные проекты по патриотическому воспитанию «История одной Награды», «ОТЕЦ,ОТЕЧЕСТВО,ОТЧИЗНА» ,«ВОКАЛЬНЫЙ  ФЕСТИВАЛЬ»ТВОЙ ШАНС» ,ХУДОЖЕСТВЕННОЕ СЛОВО «ТВОЕ СЛОВО».  Получают  звания Лауреатов  и  дипломантов 1 степени. Одаренные дети  занимаются в г.Новосибирске в школе»ЛАД»/ - Это Гогоман Ангелина , 5 –детей нашего села занимаются  в Музыкальной школе и Доме народного творчества. Многие уже  закончили - это Куклин Федя/Закончил с красным Дипломом по классу баяна/  , Донцов Саша-класс баян, Зайкова Светлана-по фольклору.</w:t>
      </w:r>
    </w:p>
    <w:p w:rsidR="00D87150" w:rsidRDefault="00D87150">
      <w:pPr>
        <w:rPr>
          <w:sz w:val="28"/>
          <w:szCs w:val="28"/>
        </w:rPr>
      </w:pPr>
      <w:r>
        <w:rPr>
          <w:sz w:val="28"/>
          <w:szCs w:val="28"/>
        </w:rPr>
        <w:t>Тесная и творческая  связь Дома культуры  с Полойской средней школой, коллективом Детского сада -  мы проводим  совместные мероприятия, детские  утренники, концерты, Дни юбилейных дат.  Сейчас  готовим  совместно с коллективом детского сада  юбилейную программу к 40- летию этого  учреждения, которая состоится  в декабре этого года. С высокой  оценкой в этом году прошли такие камерные мероприятия  как                        « ДЕМБЕЛЬСКИЙ  БАЛ» посвященный Дню Защитников Отечества, ПРАЗДНИЧНАЯ  ПРОГРАММА  посвященная  100- летию пограничным войскам , День Победы и шествие «Бессмертного полка»-  и многие другие . На наших концертах , Вы и сами  очевидцы, всегда полный зал, мы каждый номер готовим профессионально. Наша детская самодеятельность одна из лучших  в районе, и это не похвала самим себе, это факт удостоверенный дипломами, грамотами, медалями,  и, конечно – же, результат работы наших специалистов.</w:t>
      </w:r>
    </w:p>
    <w:p w:rsidR="00D87150" w:rsidRDefault="00D87150">
      <w:pPr>
        <w:rPr>
          <w:sz w:val="28"/>
          <w:szCs w:val="28"/>
        </w:rPr>
      </w:pPr>
      <w:r>
        <w:rPr>
          <w:sz w:val="28"/>
          <w:szCs w:val="28"/>
        </w:rPr>
        <w:t>По мере возможности  мы проводим  мероприятия  в селе Луговое - Новый год, мероприятия к  Дню  пожилых  людей, концертные программы к Выборам Президента  и Губернатора Новосибирской области. Выступаем  на  улице возле Фапа или внутри если плохая погода.                                               Мы хотели бы предоставить выписку из журнала учета работы клубного учреждения по мероприятиям районного, областного и межрегионального значения за 20018 год. Итак, межрегиональный фотоконкурс «Зимний русский лес» - грамота, интернет – викторина посвященная 75-летию Сталинградской битвы- диплом 2 степени, культурная Олимпиада Краснозерского района –золотые, серебряные, бронзовые медали, межрегиональный конкурс «Потешки» - два лауреата 1 степени, региональный конкурс людей старшего поколения – диплом, областной конкурс «Таланты земли сибирской» - 3 лауреата 2 и 3 степени (ребята- победители в ноябре приглашены в г. Новосибирск  на заключительный гала- концерт в качестве участников), районный конкурс молодежных хоров «Три хита» - грамота , районный молодежный конкурс- селфи «Я иду на выборы!»- победители, областной конкурс «История одной награды» и т.д.</w:t>
      </w:r>
    </w:p>
    <w:p w:rsidR="00D87150" w:rsidRDefault="00D87150">
      <w:pPr>
        <w:rPr>
          <w:sz w:val="28"/>
          <w:szCs w:val="28"/>
        </w:rPr>
      </w:pPr>
      <w:r>
        <w:rPr>
          <w:sz w:val="28"/>
          <w:szCs w:val="28"/>
        </w:rPr>
        <w:t>В этом году в нашем районе проходила – 2-я Культурная Олимпиада « Творчество, Искусство, Интеллект» посвященная Юбилею Краснозерского  района. С января  по март мы  выезжали в другие села района, принимали  один этап у себя в Доме культуры  и по итогам Олимпиады наш Дом культуры занял  ВТОРОЕ  МЕСТО среди учреждений культуры  с населением свыше 1000  человек , а это 9 муниципальных  образований района . Мы  были награждены Дипломом Лауреата и денежной премией в сумме 12 тыс.  На эти  деньги были приобретены принтер  и канц. товары. Это значимый  результат, это очень высокое  место, учитывая то, что Олимпиада проводилась  среди   взрослого населения.  Мы прекрасно  знаем, что сегодня  очень трудно работать  с этой  группой населения.                              Традицией   уже становиться ежегодное  проведение  Дня  села. В этом мероприятии  принимают участие  наши организации и учреждения  по силе  своих возможностей, приезжают  гости  из других городов  и районов Новосибирской области. И всегда мероприятие  проходит с успехом, люди благодарны  за проведение , за встречу, за память о детстве, школе, селе . Дают нам какие-то предложения, пожелания . В этом году такая встреча состоялась 30 июня   под названием «ЗДРАВСТВУЙ  МИЛАЯ  ДЕРЕВНЯ». Мероприятие  собрало около 500 человек, людей  всех объединила любовь и уважение к селу ,все  были рады такой встрече, кто-то был первый раз, кто-то  увидел тех, кого не видел много лет. Мероприятие прошло с большим успехом  и мы рады этому.  В дальнейшем мы будем искать новые формы  и методы  проведения  такого мероприятия .                                                               И пользуясь  сегодня случаем , в присутствии Депутатов, я хочу  обратиться к Вам , чтобы  Вы  на своих избирательных участках  способствовали организации  людей-на наведение порядка на своих улицах, во дворах., чтобы этот праздник стал  не только для села, но и для своей улицы, и работы здесь  непочатый край.</w:t>
      </w:r>
    </w:p>
    <w:p w:rsidR="00D87150" w:rsidRDefault="00D87150">
      <w:pPr>
        <w:rPr>
          <w:sz w:val="28"/>
          <w:szCs w:val="28"/>
        </w:rPr>
      </w:pPr>
      <w:r>
        <w:rPr>
          <w:sz w:val="28"/>
          <w:szCs w:val="28"/>
        </w:rPr>
        <w:t xml:space="preserve"> Мы  хотим тесно сотрудничать с общественными организациями МО нашего сельского Совета – с Советом ветеранов , Женсоветом, Общественным  советом , для того, чтобы планировать и проводить массовые праздники и мероприятия для всех слоев населения, вовлекать пожилых людей  в организацию своего досуга ,разнообразить формы и методы работы, будь- то культура  или спорт. При тесном сотрудничестве  мы можем проводить выставки  цветов, выставки  овощей  и плодов, ДПИ, конкурсы на лучший двор или усадьбу, спортивные мероприятия, клубы по интересам, чествование ветеранов труда, проводы на заслуженный отдых, чествование многодетных семей ( форм  и методов  здесь предостаточно).</w:t>
      </w:r>
    </w:p>
    <w:p w:rsidR="00D87150" w:rsidRDefault="00D87150" w:rsidP="004026F0">
      <w:pPr>
        <w:rPr>
          <w:sz w:val="28"/>
          <w:szCs w:val="28"/>
        </w:rPr>
      </w:pPr>
      <w:r>
        <w:rPr>
          <w:sz w:val="28"/>
          <w:szCs w:val="28"/>
        </w:rPr>
        <w:t>В  плане  на 2018 год  поставлены  цели  и   задачи  перед  работниками Дома культуры  по повышению  исполнительского  мастерства, привлечению  наибольшего  количества  участников  в творческие  коллективы , разнообразие  форм  и методов  работы , сохранение  национального  и культурного  наследия.</w:t>
      </w:r>
    </w:p>
    <w:p w:rsidR="00D87150" w:rsidRPr="004026F0" w:rsidRDefault="00D87150" w:rsidP="004026F0">
      <w:pPr>
        <w:rPr>
          <w:sz w:val="28"/>
          <w:szCs w:val="28"/>
        </w:rPr>
      </w:pPr>
      <w:r>
        <w:rPr>
          <w:sz w:val="28"/>
          <w:szCs w:val="28"/>
        </w:rPr>
        <w:t>Немного  остановлюсь на материально-техническом оснащении Дома культуры.  В последние 2-3 года  оно немного улучшилось.  Благодаря программе  «Культура Новосибирской области»  мы приобрели усилительную аппаратуру, установили пластиковые двери и витражные окна, заменили балконную дверь  в библиотеке. Провели качественный  ремонт  крыльца Дома культуры , покрасили и привели в порядок выходные тамбуры, провели косметический ремонт - но  нужно еще много  сделать ремонта в самом здании - обновить или  лучше заменить световое оборудование в зрительном  зале и сцене , заменить напольное покрытие в танцевальном зале, отремонтировать цоколь, установить пандусы для людей с ограниченными возможностями- и на все  это  требуется  денежные средства, которых практически нет. Поэтому мы обращаемся к Депутатам Областного собрания Денису Викторовичу Субботину, Василию Викторовичу Ивакову- и они помогают нам, за что мы им благодарны и надеемся на дальнейшее сотрудничество.</w:t>
      </w:r>
    </w:p>
    <w:sectPr w:rsidR="00D87150" w:rsidRPr="004026F0" w:rsidSect="00D94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AB6"/>
    <w:rsid w:val="000D6C02"/>
    <w:rsid w:val="00155A23"/>
    <w:rsid w:val="001B0FE0"/>
    <w:rsid w:val="00201B61"/>
    <w:rsid w:val="00203BB7"/>
    <w:rsid w:val="00267178"/>
    <w:rsid w:val="002A7B5D"/>
    <w:rsid w:val="002E5D0C"/>
    <w:rsid w:val="00325EE2"/>
    <w:rsid w:val="00385929"/>
    <w:rsid w:val="004026F0"/>
    <w:rsid w:val="00474788"/>
    <w:rsid w:val="00483690"/>
    <w:rsid w:val="00573154"/>
    <w:rsid w:val="005A307A"/>
    <w:rsid w:val="005F3CDC"/>
    <w:rsid w:val="006235ED"/>
    <w:rsid w:val="006332B7"/>
    <w:rsid w:val="00642896"/>
    <w:rsid w:val="006C3CD3"/>
    <w:rsid w:val="007A4E09"/>
    <w:rsid w:val="007B6813"/>
    <w:rsid w:val="00852764"/>
    <w:rsid w:val="008D6D29"/>
    <w:rsid w:val="008F676C"/>
    <w:rsid w:val="00935BED"/>
    <w:rsid w:val="009810BD"/>
    <w:rsid w:val="009E3C97"/>
    <w:rsid w:val="00A11478"/>
    <w:rsid w:val="00A12761"/>
    <w:rsid w:val="00A16924"/>
    <w:rsid w:val="00B41E42"/>
    <w:rsid w:val="00C66AF7"/>
    <w:rsid w:val="00D02AB6"/>
    <w:rsid w:val="00D123E2"/>
    <w:rsid w:val="00D671F5"/>
    <w:rsid w:val="00D87150"/>
    <w:rsid w:val="00D9455F"/>
    <w:rsid w:val="00EE2F81"/>
    <w:rsid w:val="00F06CB8"/>
    <w:rsid w:val="00F14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5F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1208</Words>
  <Characters>6890</Characters>
  <Application>Microsoft Office Outlook</Application>
  <DocSecurity>0</DocSecurity>
  <Lines>0</Lines>
  <Paragraphs>0</Paragraphs>
  <ScaleCrop>false</ScaleCrop>
  <Company>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Полойский  Дом  культуры   был  введен  в эксплуатацию  в 12 октября 1980 года</dc:title>
  <dc:subject/>
  <dc:creator>777</dc:creator>
  <cp:keywords/>
  <dc:description/>
  <cp:lastModifiedBy>nmts</cp:lastModifiedBy>
  <cp:revision>3</cp:revision>
  <cp:lastPrinted>2018-12-04T03:59:00Z</cp:lastPrinted>
  <dcterms:created xsi:type="dcterms:W3CDTF">2018-12-05T10:23:00Z</dcterms:created>
  <dcterms:modified xsi:type="dcterms:W3CDTF">2018-12-07T07:41:00Z</dcterms:modified>
</cp:coreProperties>
</file>